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B23CE65-1DE0-4BB7-AEA3-0150AD04A1A0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